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CE0DC03" w14:textId="77777777" w:rsidTr="00FF1EAB">
        <w:trPr>
          <w:trHeight w:val="1987"/>
        </w:trPr>
        <w:tc>
          <w:tcPr>
            <w:tcW w:w="5387" w:type="dxa"/>
          </w:tcPr>
          <w:p w14:paraId="1B2970A7" w14:textId="77777777" w:rsidR="00D40650" w:rsidRPr="00A10E66" w:rsidRDefault="00B16743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216" behindDoc="0" locked="0" layoutInCell="1" allowOverlap="1" wp14:anchorId="53A518A5" wp14:editId="7FAF4AF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FD36BF2" w14:textId="77777777" w:rsidR="00BC1A62" w:rsidRPr="00BC1A62" w:rsidRDefault="00BC1A62" w:rsidP="003806E9">
            <w:pPr>
              <w:pStyle w:val="AK"/>
            </w:pPr>
          </w:p>
        </w:tc>
      </w:tr>
      <w:tr w:rsidR="00D40650" w:rsidRPr="001D4CFB" w14:paraId="38E17991" w14:textId="77777777" w:rsidTr="00FF1EAB">
        <w:trPr>
          <w:trHeight w:val="1985"/>
        </w:trPr>
        <w:tc>
          <w:tcPr>
            <w:tcW w:w="5387" w:type="dxa"/>
          </w:tcPr>
          <w:p w14:paraId="1668B257" w14:textId="78410617" w:rsidR="0099731B" w:rsidRDefault="00584A3A" w:rsidP="007C1AC8">
            <w:pPr>
              <w:pStyle w:val="Adressaat"/>
            </w:pPr>
            <w:r w:rsidRPr="00584A3A">
              <w:t>Marta Rattus</w:t>
            </w:r>
          </w:p>
          <w:p w14:paraId="41B6047D" w14:textId="05CEC644" w:rsidR="0099731B" w:rsidRDefault="00584A3A" w:rsidP="007C1AC8">
            <w:pPr>
              <w:pStyle w:val="Adressaat"/>
            </w:pPr>
            <w:r w:rsidRPr="00584A3A">
              <w:t>Offers Group OÜ</w:t>
            </w:r>
          </w:p>
          <w:p w14:paraId="19D70AC3" w14:textId="493EFF3A" w:rsidR="00D94241" w:rsidRPr="004D264D" w:rsidRDefault="00584A3A" w:rsidP="007C1AC8">
            <w:pPr>
              <w:pStyle w:val="Adressaat"/>
            </w:pPr>
            <w:r w:rsidRPr="00584A3A">
              <w:t>offers24.info@gmail.com</w:t>
            </w:r>
          </w:p>
        </w:tc>
        <w:tc>
          <w:tcPr>
            <w:tcW w:w="3685" w:type="dxa"/>
          </w:tcPr>
          <w:p w14:paraId="7F26F9DC" w14:textId="77777777" w:rsidR="007C1AC8" w:rsidRDefault="007C1AC8" w:rsidP="007C1AC8">
            <w:pPr>
              <w:jc w:val="left"/>
            </w:pPr>
          </w:p>
          <w:p w14:paraId="7F1698E4" w14:textId="4EE22D4B" w:rsidR="00D94241" w:rsidRDefault="007C1AC8" w:rsidP="007C1AC8">
            <w:pPr>
              <w:jc w:val="left"/>
            </w:pPr>
            <w:r>
              <w:t xml:space="preserve">Meie </w:t>
            </w:r>
            <w:r w:rsidR="001E6AC2">
              <w:t>1</w:t>
            </w:r>
            <w:r w:rsidR="00584A3A">
              <w:t>5</w:t>
            </w:r>
            <w:r>
              <w:t>.</w:t>
            </w:r>
            <w:r w:rsidR="0099731B">
              <w:t>0</w:t>
            </w:r>
            <w:r w:rsidR="00584A3A">
              <w:t>5</w:t>
            </w:r>
            <w:r>
              <w:t>.202</w:t>
            </w:r>
            <w:r w:rsidR="00584A3A">
              <w:t>4</w:t>
            </w:r>
            <w:r>
              <w:t xml:space="preserve"> nr </w:t>
            </w:r>
            <w:r w:rsidR="00584A3A" w:rsidRPr="00584A3A">
              <w:t>7.2-1/2951-1</w:t>
            </w:r>
          </w:p>
          <w:p w14:paraId="58EFCE04" w14:textId="02BF598E" w:rsidR="00D94241" w:rsidRDefault="00D94241" w:rsidP="007004FD">
            <w:pPr>
              <w:jc w:val="left"/>
            </w:pPr>
          </w:p>
          <w:p w14:paraId="01DB57DC" w14:textId="56C63A09" w:rsidR="00D94241" w:rsidRDefault="00D94241" w:rsidP="007004FD">
            <w:pPr>
              <w:jc w:val="left"/>
            </w:pPr>
          </w:p>
          <w:p w14:paraId="0DAD5511" w14:textId="77777777" w:rsidR="00D94241" w:rsidRDefault="00D94241" w:rsidP="007004FD">
            <w:pPr>
              <w:jc w:val="left"/>
              <w:rPr>
                <w:color w:val="2D2C2D"/>
                <w:shd w:val="clear" w:color="auto" w:fill="FFFFFF"/>
              </w:rPr>
            </w:pPr>
          </w:p>
          <w:p w14:paraId="69C4AB03" w14:textId="2EBF420A" w:rsidR="00D94241" w:rsidRPr="007004FD" w:rsidRDefault="00D94241" w:rsidP="007004FD">
            <w:pPr>
              <w:jc w:val="left"/>
            </w:pPr>
          </w:p>
        </w:tc>
      </w:tr>
    </w:tbl>
    <w:p w14:paraId="3D018399" w14:textId="77777777" w:rsidR="00A55723" w:rsidRDefault="00A55723" w:rsidP="00CE0E08">
      <w:pPr>
        <w:pStyle w:val="Snum"/>
        <w:rPr>
          <w:lang w:eastAsia="et-EE"/>
        </w:rPr>
      </w:pPr>
      <w:r w:rsidRPr="00A55723">
        <w:rPr>
          <w:lang w:eastAsia="et-EE"/>
        </w:rPr>
        <w:t>Hinnang tuleohutusalasele olukorrale</w:t>
      </w:r>
    </w:p>
    <w:p w14:paraId="7E2248D7" w14:textId="77777777" w:rsidR="00A55723" w:rsidRDefault="00A55723" w:rsidP="00CE0E08">
      <w:pPr>
        <w:pStyle w:val="Snum"/>
        <w:rPr>
          <w:lang w:eastAsia="et-EE"/>
        </w:rPr>
      </w:pPr>
    </w:p>
    <w:p w14:paraId="04514C28" w14:textId="77777777" w:rsidR="00A13FDE" w:rsidRDefault="00A13FDE" w:rsidP="00CE0E08">
      <w:pPr>
        <w:pStyle w:val="Snum"/>
      </w:pPr>
    </w:p>
    <w:p w14:paraId="3DE34B4F" w14:textId="77777777" w:rsidR="00905D4D" w:rsidRDefault="00905D4D" w:rsidP="00CE0E08">
      <w:pPr>
        <w:pStyle w:val="Snum"/>
      </w:pPr>
    </w:p>
    <w:p w14:paraId="2E7A366C" w14:textId="30A148FE" w:rsidR="007C1AC8" w:rsidRDefault="007C1AC8" w:rsidP="007C1AC8">
      <w:pPr>
        <w:pStyle w:val="Snum"/>
      </w:pPr>
      <w:r>
        <w:t xml:space="preserve">Päästeameti Põhja päästekeskuse ohutusjärelevalve büroo teostas </w:t>
      </w:r>
      <w:r w:rsidR="00584A3A">
        <w:t>10</w:t>
      </w:r>
      <w:r>
        <w:t>.0</w:t>
      </w:r>
      <w:r w:rsidR="00584A3A">
        <w:t>5</w:t>
      </w:r>
      <w:r>
        <w:t xml:space="preserve">.2024 kontrollkäigu  </w:t>
      </w:r>
      <w:r w:rsidR="0099731B" w:rsidRPr="0099731B">
        <w:t>Harju maakond, Rae vald, Järveküla, Sõnajala tee</w:t>
      </w:r>
      <w:r w:rsidR="0099731B">
        <w:t xml:space="preserve"> 1/</w:t>
      </w:r>
      <w:r w:rsidR="00584A3A">
        <w:t>1</w:t>
      </w:r>
      <w:r w:rsidR="0099731B">
        <w:t xml:space="preserve">. </w:t>
      </w:r>
      <w:r>
        <w:t xml:space="preserve">Eelpool nimetatud hoones osutab </w:t>
      </w:r>
      <w:r w:rsidR="00584A3A" w:rsidRPr="00584A3A">
        <w:t>Offers Group OÜ</w:t>
      </w:r>
      <w:r w:rsidR="00584A3A" w:rsidRPr="00584A3A">
        <w:t xml:space="preserve"> </w:t>
      </w:r>
      <w:r>
        <w:t xml:space="preserve">(reg </w:t>
      </w:r>
      <w:r w:rsidR="00584A3A" w:rsidRPr="00584A3A">
        <w:t>16953417</w:t>
      </w:r>
      <w:r>
        <w:t>) lapsehoiuteenust millel on kuni 1</w:t>
      </w:r>
      <w:r w:rsidR="00584A3A">
        <w:t>2</w:t>
      </w:r>
      <w:r>
        <w:t xml:space="preserve"> kasutajat. Kontrollkäigul avastatud tuleohutusnõuded on täidetud ning teenuse osutamise koht vastab tuleohutusnõuetele. </w:t>
      </w:r>
    </w:p>
    <w:p w14:paraId="2186A640" w14:textId="77777777" w:rsidR="007C1AC8" w:rsidRDefault="007C1AC8" w:rsidP="007C1AC8">
      <w:pPr>
        <w:pStyle w:val="Snum"/>
      </w:pPr>
    </w:p>
    <w:p w14:paraId="368640E2" w14:textId="45A4B6FF" w:rsidR="00905D4D" w:rsidRDefault="007C1AC8" w:rsidP="007C1AC8">
      <w:pPr>
        <w:pStyle w:val="Snum"/>
      </w:pPr>
      <w:r>
        <w:t>Hinnang on esitamiseks Sotsiaalkindlustusametile.</w:t>
      </w:r>
    </w:p>
    <w:p w14:paraId="2210EA6D" w14:textId="77777777" w:rsidR="001832CD" w:rsidRDefault="001832CD" w:rsidP="00CE0E08">
      <w:pPr>
        <w:pStyle w:val="Snum"/>
      </w:pPr>
    </w:p>
    <w:p w14:paraId="189F2B2F" w14:textId="5B0D34FE" w:rsidR="001832CD" w:rsidRDefault="001832CD" w:rsidP="00CE0E08">
      <w:pPr>
        <w:pStyle w:val="Snum"/>
      </w:pPr>
    </w:p>
    <w:p w14:paraId="24B6E4BE" w14:textId="17721927" w:rsidR="007C1AC8" w:rsidRDefault="007C1AC8" w:rsidP="00CE0E08">
      <w:pPr>
        <w:pStyle w:val="Snum"/>
      </w:pPr>
    </w:p>
    <w:p w14:paraId="0F3BB5A0" w14:textId="77777777" w:rsidR="007C1AC8" w:rsidRDefault="007C1AC8" w:rsidP="00CE0E08">
      <w:pPr>
        <w:pStyle w:val="Snum"/>
      </w:pPr>
    </w:p>
    <w:p w14:paraId="5773E069" w14:textId="77777777" w:rsidR="00CD0C03" w:rsidRDefault="00CD0C03" w:rsidP="00CE0E08">
      <w:pPr>
        <w:pStyle w:val="Snum"/>
      </w:pPr>
      <w:r>
        <w:t>Lugupidamisega</w:t>
      </w:r>
    </w:p>
    <w:p w14:paraId="137512D6" w14:textId="77777777" w:rsidR="00CD0C03" w:rsidRDefault="00CD0C03" w:rsidP="00CE0E08">
      <w:pPr>
        <w:pStyle w:val="Snum"/>
      </w:pPr>
      <w:r w:rsidRPr="00CD0C03">
        <w:t>(allkirjastatud digitaalselt)</w:t>
      </w:r>
    </w:p>
    <w:p w14:paraId="0D60446F" w14:textId="00B38768" w:rsidR="00CD0C03" w:rsidRDefault="00CD0C03" w:rsidP="00CE0E08">
      <w:pPr>
        <w:pStyle w:val="Snum"/>
      </w:pPr>
    </w:p>
    <w:p w14:paraId="025E50D0" w14:textId="774EFF98" w:rsidR="007C1AC8" w:rsidRDefault="007C1AC8" w:rsidP="00CE0E08">
      <w:pPr>
        <w:pStyle w:val="Snum"/>
      </w:pPr>
    </w:p>
    <w:p w14:paraId="2CB07339" w14:textId="08412CC0" w:rsidR="007C1AC8" w:rsidRDefault="007C1AC8" w:rsidP="00CE0E08">
      <w:pPr>
        <w:pStyle w:val="Snum"/>
      </w:pPr>
    </w:p>
    <w:p w14:paraId="475E6976" w14:textId="77777777" w:rsidR="007C1AC8" w:rsidRDefault="007C1AC8" w:rsidP="00CE0E08">
      <w:pPr>
        <w:pStyle w:val="Snum"/>
      </w:pPr>
    </w:p>
    <w:p w14:paraId="412DFBA4" w14:textId="2B8734F4" w:rsidR="00CD0C03" w:rsidRDefault="00D94241" w:rsidP="00CE0E08">
      <w:pPr>
        <w:pStyle w:val="Snum"/>
      </w:pPr>
      <w:r>
        <w:t>Inge Kurisoo</w:t>
      </w:r>
    </w:p>
    <w:p w14:paraId="1C1B8797" w14:textId="5DB734F9" w:rsidR="00CD0C03" w:rsidRDefault="00CD0C03" w:rsidP="00CE0E08">
      <w:pPr>
        <w:pStyle w:val="Snum"/>
      </w:pPr>
      <w:r>
        <w:t>Ohutusjärelevalve büroo inspektor</w:t>
      </w:r>
    </w:p>
    <w:p w14:paraId="672D6A7E" w14:textId="77777777" w:rsidR="00CD0C03" w:rsidRDefault="00CD0C03" w:rsidP="00CE0E08">
      <w:pPr>
        <w:pStyle w:val="Snum"/>
      </w:pPr>
      <w:r>
        <w:t>Põhja päästekeskus</w:t>
      </w:r>
    </w:p>
    <w:p w14:paraId="545B5E48" w14:textId="0C300D8C" w:rsidR="00CD0C03" w:rsidRDefault="00CD0C03" w:rsidP="00CE0E08">
      <w:pPr>
        <w:pStyle w:val="Snum"/>
      </w:pPr>
      <w:r>
        <w:t xml:space="preserve">Mob +372 </w:t>
      </w:r>
      <w:r w:rsidR="00D94241">
        <w:t>53866284</w:t>
      </w:r>
    </w:p>
    <w:p w14:paraId="503CC952" w14:textId="25B5C952" w:rsidR="00CD0C03" w:rsidRDefault="00CD0C03" w:rsidP="00CE0E08">
      <w:pPr>
        <w:pStyle w:val="Snum"/>
      </w:pPr>
      <w:r>
        <w:t xml:space="preserve">e-post </w:t>
      </w:r>
      <w:r w:rsidR="00D94241">
        <w:t>inge.kurisoo</w:t>
      </w:r>
      <w:r>
        <w:t>@rescue.ee</w:t>
      </w:r>
    </w:p>
    <w:p w14:paraId="47042E79" w14:textId="77777777" w:rsidR="00CD0C03" w:rsidRDefault="00CD0C03" w:rsidP="00CE0E08">
      <w:pPr>
        <w:pStyle w:val="Snum"/>
      </w:pPr>
    </w:p>
    <w:p w14:paraId="0677B014" w14:textId="77777777" w:rsidR="00A13FDE" w:rsidRDefault="00A13FDE" w:rsidP="00CE0E08">
      <w:pPr>
        <w:pStyle w:val="Snum"/>
      </w:pPr>
    </w:p>
    <w:p w14:paraId="38AA93C2" w14:textId="77777777" w:rsidR="00A13FDE" w:rsidRDefault="00A13FDE" w:rsidP="00CE0E08">
      <w:pPr>
        <w:pStyle w:val="Snum"/>
      </w:pPr>
    </w:p>
    <w:p w14:paraId="02F33E91" w14:textId="77777777" w:rsidR="002E564E" w:rsidRDefault="002E564E" w:rsidP="00CE0E08">
      <w:pPr>
        <w:pStyle w:val="Snum"/>
      </w:pPr>
    </w:p>
    <w:p w14:paraId="48B3DFEC" w14:textId="77777777" w:rsidR="002E564E" w:rsidRDefault="002E564E" w:rsidP="00CE0E08">
      <w:pPr>
        <w:pStyle w:val="Snum"/>
      </w:pPr>
    </w:p>
    <w:p w14:paraId="37A230C3" w14:textId="77777777" w:rsidR="002E564E" w:rsidRDefault="002E564E" w:rsidP="00CE0E08">
      <w:pPr>
        <w:pStyle w:val="Snum"/>
      </w:pPr>
    </w:p>
    <w:p w14:paraId="64357304" w14:textId="77777777" w:rsidR="002E564E" w:rsidRDefault="002E564E" w:rsidP="00CE0E08">
      <w:pPr>
        <w:pStyle w:val="Snum"/>
      </w:pPr>
    </w:p>
    <w:p w14:paraId="718A59E9" w14:textId="77777777" w:rsidR="002E564E" w:rsidRDefault="002E564E" w:rsidP="00CE0E08">
      <w:pPr>
        <w:pStyle w:val="Snum"/>
      </w:pPr>
    </w:p>
    <w:p w14:paraId="63A82A57" w14:textId="77777777" w:rsidR="002E564E" w:rsidRDefault="002E564E" w:rsidP="00CE0E08">
      <w:pPr>
        <w:pStyle w:val="Snum"/>
      </w:pPr>
    </w:p>
    <w:p w14:paraId="456D3E9F" w14:textId="77777777" w:rsidR="002E564E" w:rsidRDefault="002E564E" w:rsidP="00CE0E08">
      <w:pPr>
        <w:pStyle w:val="Snum"/>
      </w:pPr>
    </w:p>
    <w:p w14:paraId="0B082CA3" w14:textId="77777777" w:rsidR="001A123A" w:rsidRPr="00BD078E" w:rsidRDefault="001A123A" w:rsidP="00CE0E08">
      <w:pPr>
        <w:pStyle w:val="Snum"/>
      </w:pPr>
    </w:p>
    <w:sectPr w:rsidR="001A123A" w:rsidRPr="00BD078E" w:rsidSect="00822FBD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06E3B" w14:textId="77777777" w:rsidR="00822FBD" w:rsidRDefault="00822FBD" w:rsidP="00DF44DF">
      <w:r>
        <w:separator/>
      </w:r>
    </w:p>
  </w:endnote>
  <w:endnote w:type="continuationSeparator" w:id="0">
    <w:p w14:paraId="75E86B19" w14:textId="77777777" w:rsidR="00822FBD" w:rsidRDefault="00822FB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ED988" w14:textId="77777777" w:rsidR="001A123A" w:rsidRDefault="001A123A" w:rsidP="001A123A">
    <w:pPr>
      <w:pStyle w:val="Footer"/>
      <w:jc w:val="left"/>
    </w:pPr>
    <w:r>
      <w:t>Põhja pää</w:t>
    </w:r>
    <w:r w:rsidR="002E6CFA">
      <w:t>stekeskus / Erika 3</w:t>
    </w:r>
    <w:r w:rsidRPr="000A17B5">
      <w:t xml:space="preserve"> / </w:t>
    </w:r>
    <w:r w:rsidR="002E6CFA">
      <w:t>10416</w:t>
    </w:r>
    <w:r>
      <w:t xml:space="preserve"> Tallinn </w:t>
    </w:r>
    <w:r w:rsidRPr="000A17B5">
      <w:t xml:space="preserve">/ </w:t>
    </w:r>
    <w:r>
      <w:t>628</w:t>
    </w:r>
    <w:r w:rsidRPr="000A17B5">
      <w:t xml:space="preserve"> </w:t>
    </w:r>
    <w:r w:rsidR="008F1EF3">
      <w:t>75</w:t>
    </w:r>
    <w:r>
      <w:t>00</w:t>
    </w:r>
    <w:r w:rsidRPr="000A17B5">
      <w:t xml:space="preserve"> / </w:t>
    </w:r>
    <w:r>
      <w:t>pohja@rescue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79ABD952" w14:textId="77777777" w:rsidR="00124999" w:rsidRPr="001A123A" w:rsidRDefault="001A123A" w:rsidP="001A123A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B80F3" w14:textId="77777777" w:rsidR="00822FBD" w:rsidRDefault="00822FBD" w:rsidP="00DF44DF">
      <w:r>
        <w:separator/>
      </w:r>
    </w:p>
  </w:footnote>
  <w:footnote w:type="continuationSeparator" w:id="0">
    <w:p w14:paraId="21270D41" w14:textId="77777777" w:rsidR="00822FBD" w:rsidRDefault="00822FBD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AD99" w14:textId="77777777" w:rsidR="003B7014" w:rsidRPr="00AD2EA7" w:rsidRDefault="003B7014" w:rsidP="003B7014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55723">
      <w:rPr>
        <w:noProof/>
      </w:rPr>
      <w:t>2</w:t>
    </w:r>
    <w:r w:rsidRPr="00AD2EA7">
      <w:fldChar w:fldCharType="end"/>
    </w:r>
    <w:r w:rsidRPr="00AD2EA7">
      <w:t xml:space="preserve"> (</w:t>
    </w:r>
    <w:r>
      <w:fldChar w:fldCharType="begin"/>
    </w:r>
    <w:r>
      <w:instrText xml:space="preserve"> NUMPAGES </w:instrText>
    </w:r>
    <w:r>
      <w:fldChar w:fldCharType="separate"/>
    </w:r>
    <w:r w:rsidR="00A55723">
      <w:rPr>
        <w:noProof/>
      </w:rPr>
      <w:t>2</w:t>
    </w:r>
    <w:r>
      <w:rPr>
        <w:noProof/>
      </w:rPr>
      <w:fldChar w:fldCharType="end"/>
    </w:r>
    <w:r w:rsidRPr="00AD2EA7">
      <w:t>)</w:t>
    </w:r>
  </w:p>
  <w:p w14:paraId="58B3B673" w14:textId="77777777" w:rsidR="003B7014" w:rsidRDefault="003B70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64F7"/>
    <w:rsid w:val="00010462"/>
    <w:rsid w:val="00054672"/>
    <w:rsid w:val="00060947"/>
    <w:rsid w:val="00064955"/>
    <w:rsid w:val="000847EF"/>
    <w:rsid w:val="000913FC"/>
    <w:rsid w:val="000A17B5"/>
    <w:rsid w:val="000B2128"/>
    <w:rsid w:val="000B5905"/>
    <w:rsid w:val="00122CE6"/>
    <w:rsid w:val="00124999"/>
    <w:rsid w:val="00146142"/>
    <w:rsid w:val="001523BD"/>
    <w:rsid w:val="001832CD"/>
    <w:rsid w:val="001A123A"/>
    <w:rsid w:val="001A5AB9"/>
    <w:rsid w:val="001A7D04"/>
    <w:rsid w:val="001D0454"/>
    <w:rsid w:val="001D4CFB"/>
    <w:rsid w:val="001E6AC2"/>
    <w:rsid w:val="001F08CC"/>
    <w:rsid w:val="002008A2"/>
    <w:rsid w:val="002509C6"/>
    <w:rsid w:val="002835BB"/>
    <w:rsid w:val="00287CA2"/>
    <w:rsid w:val="00293449"/>
    <w:rsid w:val="002A1D15"/>
    <w:rsid w:val="002B419F"/>
    <w:rsid w:val="002D5980"/>
    <w:rsid w:val="002E564E"/>
    <w:rsid w:val="002E6CFA"/>
    <w:rsid w:val="002F254F"/>
    <w:rsid w:val="003126E4"/>
    <w:rsid w:val="003150C4"/>
    <w:rsid w:val="0034719C"/>
    <w:rsid w:val="00354059"/>
    <w:rsid w:val="00362ED8"/>
    <w:rsid w:val="003806E9"/>
    <w:rsid w:val="00394DCB"/>
    <w:rsid w:val="003B1258"/>
    <w:rsid w:val="003B2A9C"/>
    <w:rsid w:val="003B7014"/>
    <w:rsid w:val="003C3891"/>
    <w:rsid w:val="003D2111"/>
    <w:rsid w:val="003E0A7D"/>
    <w:rsid w:val="003E6658"/>
    <w:rsid w:val="003F0E57"/>
    <w:rsid w:val="00422D29"/>
    <w:rsid w:val="00435A13"/>
    <w:rsid w:val="0044084D"/>
    <w:rsid w:val="004427EC"/>
    <w:rsid w:val="004717DB"/>
    <w:rsid w:val="00482E94"/>
    <w:rsid w:val="0048549A"/>
    <w:rsid w:val="004C10DB"/>
    <w:rsid w:val="004C1391"/>
    <w:rsid w:val="004C3189"/>
    <w:rsid w:val="004D264D"/>
    <w:rsid w:val="00506D5D"/>
    <w:rsid w:val="005205C6"/>
    <w:rsid w:val="00530195"/>
    <w:rsid w:val="00546204"/>
    <w:rsid w:val="00551E24"/>
    <w:rsid w:val="00557534"/>
    <w:rsid w:val="00560A92"/>
    <w:rsid w:val="00564569"/>
    <w:rsid w:val="00584A3A"/>
    <w:rsid w:val="005975E6"/>
    <w:rsid w:val="005A2E6B"/>
    <w:rsid w:val="005B0A77"/>
    <w:rsid w:val="005B5CE1"/>
    <w:rsid w:val="005E3AED"/>
    <w:rsid w:val="005E45BB"/>
    <w:rsid w:val="005F60B1"/>
    <w:rsid w:val="005F63CE"/>
    <w:rsid w:val="00602834"/>
    <w:rsid w:val="006067D5"/>
    <w:rsid w:val="006162B9"/>
    <w:rsid w:val="006372C9"/>
    <w:rsid w:val="00640988"/>
    <w:rsid w:val="00676284"/>
    <w:rsid w:val="00680609"/>
    <w:rsid w:val="00694709"/>
    <w:rsid w:val="006A01AC"/>
    <w:rsid w:val="006B118C"/>
    <w:rsid w:val="006C7A8E"/>
    <w:rsid w:val="006D6851"/>
    <w:rsid w:val="006E16BD"/>
    <w:rsid w:val="006F3BB9"/>
    <w:rsid w:val="006F72D7"/>
    <w:rsid w:val="007004FD"/>
    <w:rsid w:val="007024DA"/>
    <w:rsid w:val="007056E1"/>
    <w:rsid w:val="00713327"/>
    <w:rsid w:val="007362A7"/>
    <w:rsid w:val="00745350"/>
    <w:rsid w:val="0075695A"/>
    <w:rsid w:val="0079540C"/>
    <w:rsid w:val="007A1DE8"/>
    <w:rsid w:val="007A5492"/>
    <w:rsid w:val="007C1AC8"/>
    <w:rsid w:val="007D54FC"/>
    <w:rsid w:val="007D6F91"/>
    <w:rsid w:val="00822FBD"/>
    <w:rsid w:val="00830470"/>
    <w:rsid w:val="00835858"/>
    <w:rsid w:val="00876A2E"/>
    <w:rsid w:val="008907A2"/>
    <w:rsid w:val="008919F2"/>
    <w:rsid w:val="00895B0A"/>
    <w:rsid w:val="008A7748"/>
    <w:rsid w:val="008B041F"/>
    <w:rsid w:val="008C642C"/>
    <w:rsid w:val="008D4634"/>
    <w:rsid w:val="008F0B50"/>
    <w:rsid w:val="008F1EF3"/>
    <w:rsid w:val="00905D4D"/>
    <w:rsid w:val="00913F7C"/>
    <w:rsid w:val="0091786B"/>
    <w:rsid w:val="009370A4"/>
    <w:rsid w:val="009606D0"/>
    <w:rsid w:val="00965C65"/>
    <w:rsid w:val="009906B3"/>
    <w:rsid w:val="009919BB"/>
    <w:rsid w:val="00991E6B"/>
    <w:rsid w:val="0099731B"/>
    <w:rsid w:val="009A4EE0"/>
    <w:rsid w:val="009E05F0"/>
    <w:rsid w:val="009E0667"/>
    <w:rsid w:val="009E7F4A"/>
    <w:rsid w:val="009F09ED"/>
    <w:rsid w:val="00A10E66"/>
    <w:rsid w:val="00A1244E"/>
    <w:rsid w:val="00A13FDE"/>
    <w:rsid w:val="00A175F2"/>
    <w:rsid w:val="00A4392E"/>
    <w:rsid w:val="00A46153"/>
    <w:rsid w:val="00A50927"/>
    <w:rsid w:val="00A55723"/>
    <w:rsid w:val="00A603D7"/>
    <w:rsid w:val="00A82E9B"/>
    <w:rsid w:val="00A83F5F"/>
    <w:rsid w:val="00A90BA9"/>
    <w:rsid w:val="00AC4752"/>
    <w:rsid w:val="00AC6704"/>
    <w:rsid w:val="00AD2EA7"/>
    <w:rsid w:val="00AE02A8"/>
    <w:rsid w:val="00AF4946"/>
    <w:rsid w:val="00B068B0"/>
    <w:rsid w:val="00B06B39"/>
    <w:rsid w:val="00B16743"/>
    <w:rsid w:val="00B226CD"/>
    <w:rsid w:val="00B57464"/>
    <w:rsid w:val="00BA1063"/>
    <w:rsid w:val="00BA7AAE"/>
    <w:rsid w:val="00BB439D"/>
    <w:rsid w:val="00BC1A62"/>
    <w:rsid w:val="00BD078E"/>
    <w:rsid w:val="00BD3CCF"/>
    <w:rsid w:val="00BD6DAA"/>
    <w:rsid w:val="00BE0CC9"/>
    <w:rsid w:val="00BE7F55"/>
    <w:rsid w:val="00BF4D7C"/>
    <w:rsid w:val="00C11777"/>
    <w:rsid w:val="00C22C31"/>
    <w:rsid w:val="00C24F66"/>
    <w:rsid w:val="00C27B07"/>
    <w:rsid w:val="00C338F3"/>
    <w:rsid w:val="00C41FC5"/>
    <w:rsid w:val="00C6686C"/>
    <w:rsid w:val="00C7287B"/>
    <w:rsid w:val="00C83346"/>
    <w:rsid w:val="00CA583B"/>
    <w:rsid w:val="00CA5F0B"/>
    <w:rsid w:val="00CD0C03"/>
    <w:rsid w:val="00CE0E08"/>
    <w:rsid w:val="00CE5416"/>
    <w:rsid w:val="00CF2B77"/>
    <w:rsid w:val="00CF4303"/>
    <w:rsid w:val="00D0397F"/>
    <w:rsid w:val="00D22B89"/>
    <w:rsid w:val="00D40650"/>
    <w:rsid w:val="00D67F9F"/>
    <w:rsid w:val="00D800AA"/>
    <w:rsid w:val="00D80E7D"/>
    <w:rsid w:val="00D83DB1"/>
    <w:rsid w:val="00D91332"/>
    <w:rsid w:val="00D94241"/>
    <w:rsid w:val="00D97D13"/>
    <w:rsid w:val="00DA4910"/>
    <w:rsid w:val="00DC1DCB"/>
    <w:rsid w:val="00DF44DF"/>
    <w:rsid w:val="00E023F6"/>
    <w:rsid w:val="00E03DBB"/>
    <w:rsid w:val="00E20654"/>
    <w:rsid w:val="00E35D29"/>
    <w:rsid w:val="00E47937"/>
    <w:rsid w:val="00EA5637"/>
    <w:rsid w:val="00EA65D1"/>
    <w:rsid w:val="00ED4AEC"/>
    <w:rsid w:val="00F06D6B"/>
    <w:rsid w:val="00F9645B"/>
    <w:rsid w:val="00F9773D"/>
    <w:rsid w:val="00FE2989"/>
    <w:rsid w:val="00FE4F2B"/>
    <w:rsid w:val="00FE7642"/>
    <w:rsid w:val="00FF1EAB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9F79F"/>
  <w14:defaultImageDpi w14:val="0"/>
  <w15:docId w15:val="{AC042200-F527-48BA-892C-B19228A0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autoRedefine/>
    <w:uiPriority w:val="99"/>
    <w:qFormat/>
    <w:rsid w:val="003B7014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A5637"/>
    <w:pPr>
      <w:widowControl/>
      <w:suppressAutoHyphens w:val="0"/>
      <w:spacing w:line="240" w:lineRule="auto"/>
      <w:ind w:right="4818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customStyle="1" w:styleId="Snum">
    <w:name w:val="Sõnum"/>
    <w:autoRedefine/>
    <w:qFormat/>
    <w:rsid w:val="00CE0E08"/>
    <w:pPr>
      <w:tabs>
        <w:tab w:val="left" w:pos="5670"/>
      </w:tabs>
      <w:jc w:val="both"/>
    </w:pPr>
    <w:rPr>
      <w:rFonts w:eastAsia="SimSun"/>
      <w:kern w:val="1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rsid w:val="00C1177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D94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73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527CE7A-7659-4800-81D9-41A5C4A6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69</TotalTime>
  <Pages>1</Pages>
  <Words>106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Inge Kurisoo</cp:lastModifiedBy>
  <cp:revision>14</cp:revision>
  <cp:lastPrinted>2014-04-03T10:06:00Z</cp:lastPrinted>
  <dcterms:created xsi:type="dcterms:W3CDTF">2022-04-14T06:13:00Z</dcterms:created>
  <dcterms:modified xsi:type="dcterms:W3CDTF">2024-05-15T10:55:00Z</dcterms:modified>
</cp:coreProperties>
</file>